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00E6B958" w14:textId="4D3B6197" w:rsidR="000D341A" w:rsidRDefault="00FB436C" w:rsidP="00EB2EF5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302F87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5856C2">
        <w:rPr>
          <w:b/>
          <w:sz w:val="28"/>
        </w:rPr>
        <w:t>2</w:t>
      </w:r>
    </w:p>
    <w:p w14:paraId="01DB7BF5" w14:textId="1603C696" w:rsidR="00F46A9D" w:rsidRPr="00EB2EF5" w:rsidRDefault="00302F87" w:rsidP="00EB2EF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Les aliments</w:t>
      </w:r>
    </w:p>
    <w:p w14:paraId="00251387" w14:textId="77777777" w:rsidR="000D341A" w:rsidRDefault="005F01A7" w:rsidP="00EB2EF5">
      <w:pPr>
        <w:spacing w:after="0" w:line="240" w:lineRule="auto"/>
        <w:jc w:val="center"/>
        <w:rPr>
          <w:b/>
          <w:sz w:val="28"/>
        </w:rPr>
      </w:pPr>
      <w:r w:rsidRPr="005F01A7">
        <w:rPr>
          <w:b/>
          <w:sz w:val="28"/>
        </w:rPr>
        <w:t>Écrit formatif</w:t>
      </w:r>
    </w:p>
    <w:p w14:paraId="45C70E1A" w14:textId="7E2D2F58" w:rsidR="005F01A7" w:rsidRPr="00EB2EF5" w:rsidRDefault="00302F87" w:rsidP="00EB2EF5">
      <w:pPr>
        <w:spacing w:after="0" w:line="240" w:lineRule="auto"/>
        <w:jc w:val="center"/>
        <w:rPr>
          <w:b/>
          <w:sz w:val="28"/>
        </w:rPr>
      </w:pPr>
      <w:r>
        <w:rPr>
          <w:b/>
          <w:i/>
          <w:sz w:val="28"/>
        </w:rPr>
        <w:t>Un grand repas familial</w:t>
      </w:r>
    </w:p>
    <w:p w14:paraId="454169CD" w14:textId="2EEE870E" w:rsidR="00CE089E" w:rsidRDefault="005F01A7" w:rsidP="00F46A9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Contexte :</w:t>
      </w:r>
    </w:p>
    <w:p w14:paraId="553BE4CA" w14:textId="16879C3C" w:rsidR="00F258D6" w:rsidRPr="005F01A7" w:rsidRDefault="00302F87" w:rsidP="00F46A9D">
      <w:pPr>
        <w:spacing w:after="0" w:line="240" w:lineRule="auto"/>
        <w:rPr>
          <w:sz w:val="24"/>
        </w:rPr>
      </w:pPr>
      <w:r>
        <w:rPr>
          <w:sz w:val="24"/>
        </w:rPr>
        <w:t xml:space="preserve">Votre correspondant français vient de vous envoyer un email où il a décrit un grand repas familial qu’il a </w:t>
      </w:r>
      <w:r w:rsidR="00E63AE5">
        <w:rPr>
          <w:sz w:val="24"/>
        </w:rPr>
        <w:t>partagé</w:t>
      </w:r>
      <w:r>
        <w:rPr>
          <w:sz w:val="24"/>
        </w:rPr>
        <w:t xml:space="preserve"> récemment avec la famille. Dans l’email, il a décrit en détail tout ce qu’ils ont mangé comme entrée, plat principal, dessert et fromage. À la fin de son courriel, il vous a demandé si vous aussi avez fait un grand repas familial.</w:t>
      </w:r>
    </w:p>
    <w:p w14:paraId="78108E79" w14:textId="77777777" w:rsidR="00F46A9D" w:rsidRDefault="00F46A9D" w:rsidP="00F46A9D">
      <w:pPr>
        <w:spacing w:after="0" w:line="240" w:lineRule="auto"/>
        <w:rPr>
          <w:b/>
          <w:sz w:val="24"/>
        </w:rPr>
      </w:pPr>
    </w:p>
    <w:p w14:paraId="6119F660" w14:textId="244EA0B4" w:rsidR="005F01A7" w:rsidRPr="005F01A7" w:rsidRDefault="005F01A7" w:rsidP="00302F87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Tâche : </w:t>
      </w:r>
      <w:r w:rsidR="00302F87">
        <w:rPr>
          <w:sz w:val="24"/>
        </w:rPr>
        <w:t>Écrire un paragraphe qui décrit un grand repas familial</w:t>
      </w:r>
    </w:p>
    <w:p w14:paraId="00113AAE" w14:textId="77777777" w:rsidR="005F01A7" w:rsidRDefault="005F01A7" w:rsidP="00F46A9D">
      <w:pPr>
        <w:spacing w:after="0" w:line="240" w:lineRule="auto"/>
        <w:rPr>
          <w:b/>
          <w:sz w:val="24"/>
        </w:rPr>
      </w:pPr>
    </w:p>
    <w:p w14:paraId="22170B99" w14:textId="6453D52E" w:rsidR="005F01A7" w:rsidRDefault="005F01A7" w:rsidP="005F01A7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Éléments requis: </w:t>
      </w:r>
    </w:p>
    <w:p w14:paraId="6924B303" w14:textId="4CAA3369" w:rsidR="005F01A7" w:rsidRDefault="005F01A7" w:rsidP="005F01A7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- Vocabulaire – </w:t>
      </w:r>
      <w:r w:rsidR="00302F87">
        <w:rPr>
          <w:sz w:val="24"/>
        </w:rPr>
        <w:t>les aliments</w:t>
      </w:r>
    </w:p>
    <w:p w14:paraId="3FF47067" w14:textId="7350A635" w:rsidR="005F01A7" w:rsidRDefault="005F01A7" w:rsidP="005F01A7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- Grammaire – </w:t>
      </w:r>
      <w:r w:rsidR="00302F87">
        <w:rPr>
          <w:sz w:val="24"/>
        </w:rPr>
        <w:t>le passé composé</w:t>
      </w:r>
    </w:p>
    <w:p w14:paraId="667B726E" w14:textId="7A3B35E0" w:rsidR="005F01A7" w:rsidRDefault="005F01A7" w:rsidP="00302F87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- </w:t>
      </w:r>
      <w:r w:rsidR="00302F87">
        <w:rPr>
          <w:sz w:val="24"/>
        </w:rPr>
        <w:t>VOULOIR / POUVOIR / DEVOIR</w:t>
      </w:r>
    </w:p>
    <w:p w14:paraId="2E3913B0" w14:textId="61F44F4A" w:rsidR="00EB2EF5" w:rsidRDefault="00EB2EF5" w:rsidP="005F01A7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>- Mots de transitions</w:t>
      </w:r>
    </w:p>
    <w:p w14:paraId="5EB507AD" w14:textId="77777777" w:rsidR="00EB2EF5" w:rsidRDefault="00EB2EF5" w:rsidP="005F01A7">
      <w:pPr>
        <w:spacing w:after="0" w:line="240" w:lineRule="auto"/>
        <w:ind w:left="720" w:firstLine="720"/>
        <w:rPr>
          <w:sz w:val="24"/>
        </w:rPr>
      </w:pPr>
    </w:p>
    <w:p w14:paraId="1B5CEA1B" w14:textId="77777777" w:rsidR="00302F87" w:rsidRDefault="00302F87" w:rsidP="00EB2EF5">
      <w:pPr>
        <w:spacing w:after="0" w:line="240" w:lineRule="auto"/>
        <w:rPr>
          <w:i/>
          <w:sz w:val="24"/>
        </w:rPr>
      </w:pPr>
      <w:r>
        <w:rPr>
          <w:i/>
          <w:sz w:val="24"/>
        </w:rPr>
        <w:t>Cher Luc,</w:t>
      </w:r>
    </w:p>
    <w:p w14:paraId="189E6F49" w14:textId="77777777" w:rsidR="00302F87" w:rsidRDefault="00302F87" w:rsidP="00302F87">
      <w:pPr>
        <w:spacing w:after="0" w:line="240" w:lineRule="auto"/>
        <w:rPr>
          <w:i/>
          <w:sz w:val="24"/>
        </w:rPr>
      </w:pPr>
    </w:p>
    <w:p w14:paraId="7492A2BF" w14:textId="5D685227" w:rsidR="00EB2EF5" w:rsidRDefault="00302F87" w:rsidP="00302F87">
      <w:pPr>
        <w:spacing w:after="0" w:line="240" w:lineRule="auto"/>
        <w:rPr>
          <w:sz w:val="24"/>
        </w:rPr>
      </w:pPr>
      <w:r>
        <w:rPr>
          <w:i/>
          <w:sz w:val="24"/>
        </w:rPr>
        <w:t xml:space="preserve">Récemment, ma famille et moi avons partagé un grand repas </w:t>
      </w:r>
      <w:r w:rsidR="00E63AE5">
        <w:rPr>
          <w:i/>
          <w:sz w:val="24"/>
        </w:rPr>
        <w:t>familial</w:t>
      </w:r>
      <w:bookmarkStart w:id="0" w:name="_GoBack"/>
      <w:bookmarkEnd w:id="0"/>
      <w:r>
        <w:rPr>
          <w:i/>
          <w:sz w:val="24"/>
        </w:rPr>
        <w:t xml:space="preserve">. Pour commencer, </w:t>
      </w:r>
      <w:r w:rsidR="00EB2EF5">
        <w:rPr>
          <w:sz w:val="24"/>
        </w:rPr>
        <w:t xml:space="preserve"> _________</w:t>
      </w:r>
    </w:p>
    <w:p w14:paraId="12C4A95E" w14:textId="77777777" w:rsidR="00EB2EF5" w:rsidRDefault="00EB2EF5" w:rsidP="00EB2EF5">
      <w:pPr>
        <w:spacing w:after="0" w:line="360" w:lineRule="auto"/>
        <w:rPr>
          <w:sz w:val="24"/>
        </w:rPr>
      </w:pPr>
    </w:p>
    <w:p w14:paraId="749B227F" w14:textId="7E876209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0A4ECA4" w14:textId="77777777" w:rsidR="005F01A7" w:rsidRDefault="005F01A7" w:rsidP="00EB2EF5">
      <w:pPr>
        <w:spacing w:after="0" w:line="360" w:lineRule="auto"/>
        <w:rPr>
          <w:b/>
          <w:sz w:val="24"/>
        </w:rPr>
      </w:pPr>
    </w:p>
    <w:p w14:paraId="5ADBF57E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A8D3690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3166402F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4365BF3C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675A89C3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3AB90751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7D21BD97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6732841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6B549A1F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2734617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30669F14" w14:textId="77777777" w:rsidR="00EB2EF5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5D145053" w14:textId="77777777" w:rsidR="00EB2EF5" w:rsidRDefault="00EB2EF5" w:rsidP="00EB2EF5">
      <w:pPr>
        <w:spacing w:after="0" w:line="360" w:lineRule="auto"/>
        <w:rPr>
          <w:sz w:val="24"/>
        </w:rPr>
      </w:pPr>
    </w:p>
    <w:p w14:paraId="6F5A5FC2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lastRenderedPageBreak/>
        <w:t>_____________________________________________________________________________________</w:t>
      </w:r>
    </w:p>
    <w:p w14:paraId="79188CFC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3DE594F6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B906D1F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5EB70A3D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F10A70B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2CE52584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6DDD0E98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5485CEA9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C560389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7AD265F3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49E0A8B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6E076CA8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DE0541B" w14:textId="77777777" w:rsidR="00EB2EF5" w:rsidRDefault="00EB2EF5" w:rsidP="00EB2EF5">
      <w:pPr>
        <w:spacing w:after="0" w:line="360" w:lineRule="auto"/>
        <w:rPr>
          <w:sz w:val="24"/>
        </w:rPr>
      </w:pPr>
    </w:p>
    <w:p w14:paraId="12075904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3EEEB3B0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66703A7B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A806ED3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2C28954E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BF4A688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63A57709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5DD486FC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3D4B4EE8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0D1F0090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79654576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3D26C610" w14:textId="77777777" w:rsidR="00EB2EF5" w:rsidRDefault="00EB2EF5" w:rsidP="00EB2EF5">
      <w:pPr>
        <w:spacing w:after="0" w:line="360" w:lineRule="auto"/>
        <w:rPr>
          <w:b/>
          <w:sz w:val="24"/>
        </w:rPr>
      </w:pPr>
    </w:p>
    <w:p w14:paraId="138939F1" w14:textId="77777777" w:rsidR="00EB2EF5" w:rsidRPr="005F01A7" w:rsidRDefault="00EB2EF5" w:rsidP="00EB2EF5">
      <w:p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0D624682" w14:textId="77777777" w:rsidR="00EB2EF5" w:rsidRPr="005F01A7" w:rsidRDefault="00EB2EF5" w:rsidP="00EB2EF5">
      <w:pPr>
        <w:spacing w:after="0" w:line="360" w:lineRule="auto"/>
        <w:rPr>
          <w:sz w:val="24"/>
        </w:rPr>
      </w:pPr>
    </w:p>
    <w:p w14:paraId="27A99930" w14:textId="77777777" w:rsidR="00EB2EF5" w:rsidRDefault="00EB2EF5" w:rsidP="00F46A9D">
      <w:pPr>
        <w:spacing w:after="0" w:line="240" w:lineRule="auto"/>
        <w:rPr>
          <w:b/>
          <w:sz w:val="24"/>
        </w:rPr>
      </w:pPr>
    </w:p>
    <w:p w14:paraId="2B268FF2" w14:textId="77777777" w:rsidR="009830CE" w:rsidRDefault="009830CE">
      <w:pPr>
        <w:rPr>
          <w:b/>
          <w:sz w:val="24"/>
        </w:rPr>
      </w:pPr>
    </w:p>
    <w:sectPr w:rsidR="009830CE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5F01A7" w:rsidRDefault="005F01A7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5F01A7" w:rsidRDefault="005F01A7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5F01A7" w:rsidRDefault="005F01A7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5F01A7" w:rsidRDefault="005F01A7" w:rsidP="003B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73CE1"/>
    <w:rsid w:val="00092FAA"/>
    <w:rsid w:val="000C1A43"/>
    <w:rsid w:val="000C5374"/>
    <w:rsid w:val="000D341A"/>
    <w:rsid w:val="001145BD"/>
    <w:rsid w:val="00182381"/>
    <w:rsid w:val="00193E02"/>
    <w:rsid w:val="001D79BD"/>
    <w:rsid w:val="00243689"/>
    <w:rsid w:val="00302F87"/>
    <w:rsid w:val="003132B7"/>
    <w:rsid w:val="003179D6"/>
    <w:rsid w:val="00334600"/>
    <w:rsid w:val="0039432D"/>
    <w:rsid w:val="003A4748"/>
    <w:rsid w:val="003B65B5"/>
    <w:rsid w:val="003C2D95"/>
    <w:rsid w:val="003C6A13"/>
    <w:rsid w:val="00400750"/>
    <w:rsid w:val="004F60E7"/>
    <w:rsid w:val="0053500A"/>
    <w:rsid w:val="005477FE"/>
    <w:rsid w:val="00552BFF"/>
    <w:rsid w:val="005856C2"/>
    <w:rsid w:val="005E5805"/>
    <w:rsid w:val="005F01A7"/>
    <w:rsid w:val="005F2BD9"/>
    <w:rsid w:val="00604D96"/>
    <w:rsid w:val="006A5F50"/>
    <w:rsid w:val="006B5CC3"/>
    <w:rsid w:val="00714004"/>
    <w:rsid w:val="00732F69"/>
    <w:rsid w:val="00745BEA"/>
    <w:rsid w:val="00751003"/>
    <w:rsid w:val="0078288E"/>
    <w:rsid w:val="007D686D"/>
    <w:rsid w:val="007E7A74"/>
    <w:rsid w:val="00885619"/>
    <w:rsid w:val="008F3884"/>
    <w:rsid w:val="00910BA9"/>
    <w:rsid w:val="0092603C"/>
    <w:rsid w:val="009830CE"/>
    <w:rsid w:val="009B1715"/>
    <w:rsid w:val="009B1E61"/>
    <w:rsid w:val="009C1817"/>
    <w:rsid w:val="00A119AA"/>
    <w:rsid w:val="00AA0985"/>
    <w:rsid w:val="00AC30ED"/>
    <w:rsid w:val="00AD4E8C"/>
    <w:rsid w:val="00B1344D"/>
    <w:rsid w:val="00B20768"/>
    <w:rsid w:val="00B3781F"/>
    <w:rsid w:val="00B915F5"/>
    <w:rsid w:val="00BD179D"/>
    <w:rsid w:val="00BF040E"/>
    <w:rsid w:val="00C25072"/>
    <w:rsid w:val="00C9662C"/>
    <w:rsid w:val="00CA3B8A"/>
    <w:rsid w:val="00CA48EB"/>
    <w:rsid w:val="00CE089E"/>
    <w:rsid w:val="00D029AC"/>
    <w:rsid w:val="00D64045"/>
    <w:rsid w:val="00D87B2C"/>
    <w:rsid w:val="00D93CF3"/>
    <w:rsid w:val="00D95351"/>
    <w:rsid w:val="00DE44A5"/>
    <w:rsid w:val="00E2383F"/>
    <w:rsid w:val="00E31633"/>
    <w:rsid w:val="00E63AE5"/>
    <w:rsid w:val="00E66DB8"/>
    <w:rsid w:val="00E7454D"/>
    <w:rsid w:val="00E9206A"/>
    <w:rsid w:val="00EB2EF5"/>
    <w:rsid w:val="00EE1B2B"/>
    <w:rsid w:val="00F044B6"/>
    <w:rsid w:val="00F071FF"/>
    <w:rsid w:val="00F24E8D"/>
    <w:rsid w:val="00F258D6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766F-E29E-4049-BBA9-61BFBEC1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38</TotalTime>
  <Pages>2</Pages>
  <Words>395</Words>
  <Characters>2252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8</cp:revision>
  <cp:lastPrinted>2011-11-09T14:52:00Z</cp:lastPrinted>
  <dcterms:created xsi:type="dcterms:W3CDTF">2013-12-29T16:16:00Z</dcterms:created>
  <dcterms:modified xsi:type="dcterms:W3CDTF">2014-01-05T20:22:00Z</dcterms:modified>
</cp:coreProperties>
</file>